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EAB" w:rsidRPr="00E3501C" w:rsidRDefault="00BB1EAB" w:rsidP="00BB1EAB">
      <w:pPr>
        <w:pStyle w:val="BodyA"/>
        <w:jc w:val="center"/>
        <w:rPr>
          <w:rFonts w:ascii="AppleGothic" w:hAnsi="AppleGothic"/>
          <w:b/>
          <w:sz w:val="36"/>
        </w:rPr>
      </w:pPr>
      <w:r w:rsidRPr="00E3501C">
        <w:rPr>
          <w:rFonts w:ascii="AppleGothic" w:hAnsi="AppleGothic"/>
          <w:b/>
          <w:sz w:val="36"/>
        </w:rPr>
        <w:t>THE BUSINESS PLAN</w:t>
      </w:r>
    </w:p>
    <w:p w:rsidR="00BB1EAB" w:rsidRDefault="00BB1EAB" w:rsidP="00BB1EAB">
      <w:pPr>
        <w:pStyle w:val="BodyA"/>
        <w:jc w:val="center"/>
        <w:rPr>
          <w:rFonts w:ascii="AppleGothic" w:hAnsi="AppleGothic"/>
          <w:sz w:val="28"/>
        </w:rPr>
      </w:pPr>
    </w:p>
    <w:p w:rsidR="00BB1EAB" w:rsidRDefault="00BB1EAB" w:rsidP="00BB1EAB">
      <w:pPr>
        <w:pStyle w:val="BodyA"/>
        <w:tabs>
          <w:tab w:val="left" w:pos="7065"/>
        </w:tabs>
        <w:rPr>
          <w:rFonts w:ascii="AppleGothic" w:hAnsi="AppleGothic"/>
          <w:sz w:val="28"/>
        </w:rPr>
      </w:pPr>
      <w:r>
        <w:rPr>
          <w:rFonts w:ascii="AppleGothic" w:hAnsi="AppleGothic"/>
          <w:sz w:val="28"/>
        </w:rPr>
        <w:t xml:space="preserve">The Business Plan is written after the product or service idea is created and before the venture begins operations. Have you ever tried to bake a care or put together a model airplane? These projects are easy if you have a recipe or instructions. However, without the instructions the results might not be what you had hoped. Starting a business, like baking a cake, is usually more successful when you have a recipe or a plan. A Business Plan is a summary of a company’s goals and objectives and its strategy for achieving them.  </w:t>
      </w:r>
    </w:p>
    <w:p w:rsidR="00E3501C" w:rsidRDefault="00E3501C" w:rsidP="00BB1EAB">
      <w:pPr>
        <w:pStyle w:val="BodyA"/>
        <w:tabs>
          <w:tab w:val="left" w:pos="7065"/>
        </w:tabs>
        <w:rPr>
          <w:rFonts w:ascii="AppleGothic" w:hAnsi="AppleGothic"/>
          <w:sz w:val="28"/>
        </w:rPr>
      </w:pPr>
    </w:p>
    <w:p w:rsidR="00E3501C" w:rsidRPr="00E3501C" w:rsidRDefault="00E3501C" w:rsidP="00BB1EAB">
      <w:pPr>
        <w:pStyle w:val="BodyA"/>
        <w:tabs>
          <w:tab w:val="left" w:pos="7065"/>
        </w:tabs>
        <w:rPr>
          <w:rFonts w:ascii="AppleGothic" w:hAnsi="AppleGothic"/>
          <w:sz w:val="30"/>
        </w:rPr>
      </w:pPr>
    </w:p>
    <w:p w:rsidR="00E3501C" w:rsidRPr="00E3501C" w:rsidRDefault="00E3501C" w:rsidP="00E3501C">
      <w:pPr>
        <w:rPr>
          <w:rFonts w:ascii="AppleGothic" w:hAnsi="AppleGothic"/>
          <w:sz w:val="28"/>
          <w:szCs w:val="24"/>
        </w:rPr>
      </w:pPr>
      <w:r w:rsidRPr="00E3501C">
        <w:rPr>
          <w:rFonts w:ascii="AppleGothic" w:hAnsi="AppleGothic"/>
          <w:sz w:val="28"/>
          <w:szCs w:val="24"/>
        </w:rPr>
        <w:t>Refer to the sample business plans on missmcfarlen.wikispaces.com, use internet resources, refer to you Junior Achievement books (</w:t>
      </w:r>
      <w:proofErr w:type="spellStart"/>
      <w:r w:rsidRPr="00E3501C">
        <w:rPr>
          <w:rFonts w:ascii="AppleGothic" w:hAnsi="AppleGothic"/>
          <w:sz w:val="28"/>
          <w:szCs w:val="24"/>
        </w:rPr>
        <w:t>pg</w:t>
      </w:r>
      <w:proofErr w:type="spellEnd"/>
      <w:r w:rsidRPr="00E3501C">
        <w:rPr>
          <w:rFonts w:ascii="AppleGothic" w:hAnsi="AppleGothic"/>
          <w:sz w:val="28"/>
          <w:szCs w:val="24"/>
        </w:rPr>
        <w:t xml:space="preserve"> 16-63), and your Roles handout to assist you with your business plan. </w:t>
      </w:r>
    </w:p>
    <w:p w:rsidR="00E3501C" w:rsidRDefault="00E3501C" w:rsidP="00BB1EAB">
      <w:pPr>
        <w:pStyle w:val="BodyA"/>
        <w:tabs>
          <w:tab w:val="left" w:pos="7065"/>
        </w:tabs>
        <w:rPr>
          <w:rFonts w:ascii="AppleGothic" w:hAnsi="AppleGothic"/>
          <w:sz w:val="28"/>
        </w:rPr>
      </w:pPr>
    </w:p>
    <w:p w:rsidR="00BB1EAB" w:rsidRDefault="00BB1EAB" w:rsidP="00BB1EAB">
      <w:pPr>
        <w:pStyle w:val="BodyA"/>
        <w:tabs>
          <w:tab w:val="left" w:pos="7065"/>
        </w:tabs>
        <w:rPr>
          <w:rFonts w:ascii="AppleGothic" w:hAnsi="AppleGothic"/>
          <w:sz w:val="28"/>
        </w:rPr>
      </w:pPr>
    </w:p>
    <w:p w:rsidR="00BB1EAB" w:rsidRDefault="00BB1EAB" w:rsidP="00BB1EAB">
      <w:pPr>
        <w:pStyle w:val="BodyA"/>
        <w:tabs>
          <w:tab w:val="left" w:pos="7065"/>
        </w:tabs>
        <w:rPr>
          <w:rFonts w:ascii="AppleGothic" w:hAnsi="AppleGothic"/>
          <w:sz w:val="28"/>
        </w:rPr>
      </w:pPr>
    </w:p>
    <w:p w:rsidR="00BB1EAB" w:rsidRDefault="00BB1EAB" w:rsidP="00BB1EAB">
      <w:pPr>
        <w:pStyle w:val="BodyA"/>
        <w:tabs>
          <w:tab w:val="left" w:pos="7065"/>
        </w:tabs>
        <w:jc w:val="center"/>
        <w:rPr>
          <w:rFonts w:ascii="AppleGothic" w:hAnsi="AppleGothic"/>
          <w:sz w:val="28"/>
        </w:rPr>
      </w:pPr>
      <w:r>
        <w:rPr>
          <w:rFonts w:ascii="AppleGothic" w:hAnsi="AppleGothic"/>
          <w:sz w:val="28"/>
        </w:rPr>
        <w:t>THE STEPS TO WRITING A BUSINESS PLAN:</w:t>
      </w:r>
    </w:p>
    <w:p w:rsidR="00BB1EAB" w:rsidRDefault="00BB1EAB" w:rsidP="00BB1EAB">
      <w:pPr>
        <w:pStyle w:val="BodyA"/>
        <w:tabs>
          <w:tab w:val="left" w:pos="7065"/>
        </w:tabs>
        <w:rPr>
          <w:rFonts w:ascii="AppleGothic" w:hAnsi="AppleGothic"/>
          <w:sz w:val="28"/>
        </w:rPr>
      </w:pPr>
    </w:p>
    <w:p w:rsidR="00BB1EAB" w:rsidRDefault="00BB1EAB" w:rsidP="00BB1EAB">
      <w:pPr>
        <w:pStyle w:val="BodyA"/>
        <w:numPr>
          <w:ilvl w:val="0"/>
          <w:numId w:val="1"/>
        </w:numPr>
        <w:tabs>
          <w:tab w:val="left" w:pos="7065"/>
        </w:tabs>
        <w:ind w:hanging="360"/>
        <w:rPr>
          <w:rFonts w:ascii="AppleGothic" w:hAnsi="AppleGothic"/>
          <w:sz w:val="28"/>
        </w:rPr>
      </w:pPr>
      <w:r>
        <w:rPr>
          <w:rFonts w:ascii="AppleGothic" w:hAnsi="AppleGothic"/>
          <w:sz w:val="28"/>
        </w:rPr>
        <w:t>Every department should be involved in writing the Business Plan.</w:t>
      </w:r>
      <w:r>
        <w:rPr>
          <w:rFonts w:ascii="AppleGothic" w:hAnsi="AppleGothic"/>
          <w:sz w:val="28"/>
          <w:u w:val="single"/>
        </w:rPr>
        <w:t xml:space="preserve"> Generally, each department works on their own section of the Business Plan. </w:t>
      </w:r>
    </w:p>
    <w:p w:rsidR="00BB1EAB" w:rsidRDefault="00BB1EAB" w:rsidP="00BB1EAB">
      <w:pPr>
        <w:pStyle w:val="BodyA"/>
        <w:tabs>
          <w:tab w:val="left" w:pos="7065"/>
        </w:tabs>
        <w:rPr>
          <w:rFonts w:ascii="AppleGothic" w:hAnsi="AppleGothic"/>
          <w:sz w:val="28"/>
        </w:rPr>
      </w:pPr>
    </w:p>
    <w:p w:rsidR="00BB1EAB" w:rsidRDefault="00BB1EAB" w:rsidP="00BB1EAB">
      <w:pPr>
        <w:pStyle w:val="BodyA"/>
        <w:numPr>
          <w:ilvl w:val="0"/>
          <w:numId w:val="1"/>
        </w:numPr>
        <w:tabs>
          <w:tab w:val="left" w:pos="7065"/>
        </w:tabs>
        <w:ind w:hanging="360"/>
        <w:rPr>
          <w:rFonts w:ascii="AppleGothic" w:hAnsi="AppleGothic"/>
          <w:sz w:val="28"/>
        </w:rPr>
      </w:pPr>
      <w:r>
        <w:rPr>
          <w:rFonts w:ascii="AppleGothic" w:hAnsi="AppleGothic"/>
          <w:sz w:val="28"/>
        </w:rPr>
        <w:t xml:space="preserve">After all the departments have had time to gather the necessary information to complete their section of the Business Plan, the Vice-Presidents must meet to go over all the plans to make sure all the information is correct and does not conflict with information and calculations from another department. </w:t>
      </w:r>
    </w:p>
    <w:p w:rsidR="00BB1EAB" w:rsidRDefault="00BB1EAB" w:rsidP="00BB1EAB">
      <w:pPr>
        <w:pStyle w:val="BodyA"/>
        <w:tabs>
          <w:tab w:val="left" w:pos="7065"/>
        </w:tabs>
        <w:rPr>
          <w:rFonts w:ascii="AppleGothic" w:hAnsi="AppleGothic"/>
          <w:sz w:val="28"/>
        </w:rPr>
      </w:pPr>
    </w:p>
    <w:p w:rsidR="00BB1EAB" w:rsidRDefault="00BB1EAB" w:rsidP="00BB1EAB">
      <w:pPr>
        <w:pStyle w:val="BodyA"/>
        <w:numPr>
          <w:ilvl w:val="0"/>
          <w:numId w:val="1"/>
        </w:numPr>
        <w:tabs>
          <w:tab w:val="left" w:pos="7065"/>
        </w:tabs>
        <w:ind w:hanging="360"/>
        <w:rPr>
          <w:rFonts w:ascii="AppleGothic" w:hAnsi="AppleGothic"/>
          <w:sz w:val="28"/>
        </w:rPr>
      </w:pPr>
      <w:r>
        <w:rPr>
          <w:rFonts w:ascii="AppleGothic" w:hAnsi="AppleGothic"/>
          <w:sz w:val="28"/>
        </w:rPr>
        <w:t xml:space="preserve">When the Business Plan is complete, it must be submitted to the first Board of Directors meeting for approval. </w:t>
      </w:r>
    </w:p>
    <w:p w:rsidR="00BB1EAB" w:rsidRDefault="00BB1EAB" w:rsidP="00BB1EAB">
      <w:pPr>
        <w:pStyle w:val="BodyA"/>
        <w:tabs>
          <w:tab w:val="left" w:pos="7065"/>
        </w:tabs>
        <w:rPr>
          <w:rFonts w:ascii="AppleGothic" w:hAnsi="AppleGothic"/>
        </w:rPr>
      </w:pPr>
    </w:p>
    <w:p w:rsidR="00BB1EAB" w:rsidRDefault="00BB1EAB">
      <w:r>
        <w:br w:type="page"/>
      </w:r>
    </w:p>
    <w:p w:rsidR="00BB1EAB" w:rsidRPr="00D61FF5" w:rsidRDefault="00C83C8C" w:rsidP="00BB1EAB">
      <w:pPr>
        <w:pStyle w:val="BodyA"/>
        <w:tabs>
          <w:tab w:val="left" w:pos="7065"/>
        </w:tabs>
        <w:jc w:val="center"/>
        <w:rPr>
          <w:rFonts w:ascii="AppleGothic" w:hAnsi="AppleGothic"/>
          <w:b/>
        </w:rPr>
      </w:pPr>
      <w:r>
        <w:rPr>
          <w:rFonts w:ascii="AppleGothic" w:hAnsi="AppleGothic"/>
          <w:b/>
          <w:u w:val="single"/>
        </w:rPr>
        <w:lastRenderedPageBreak/>
        <w:t>Parts of a Business Plan</w:t>
      </w:r>
      <w:r w:rsidR="00BB1EAB" w:rsidRPr="00D61FF5">
        <w:rPr>
          <w:rFonts w:ascii="AppleGothic" w:hAnsi="AppleGothic"/>
          <w:b/>
        </w:rPr>
        <w:t xml:space="preserve"> </w:t>
      </w:r>
    </w:p>
    <w:p w:rsidR="00BB1EAB" w:rsidRDefault="00BB1EAB" w:rsidP="00BB1EAB">
      <w:pPr>
        <w:pStyle w:val="BodyA"/>
        <w:tabs>
          <w:tab w:val="left" w:pos="7065"/>
        </w:tabs>
        <w:jc w:val="center"/>
        <w:rPr>
          <w:rFonts w:ascii="AppleGothic" w:hAnsi="AppleGothic"/>
        </w:rPr>
      </w:pPr>
    </w:p>
    <w:p w:rsidR="00BB1EAB" w:rsidRPr="00C83C8C" w:rsidRDefault="00C83C8C" w:rsidP="00BB1EAB">
      <w:pPr>
        <w:pStyle w:val="BodyA"/>
        <w:tabs>
          <w:tab w:val="left" w:pos="7065"/>
        </w:tabs>
        <w:rPr>
          <w:rFonts w:ascii="AppleGothic" w:hAnsi="AppleGothic"/>
        </w:rPr>
      </w:pPr>
      <w:r w:rsidRPr="00C83C8C">
        <w:rPr>
          <w:rFonts w:ascii="AppleGothic" w:hAnsi="AppleGothic"/>
          <w:b/>
          <w:u w:val="single"/>
        </w:rPr>
        <w:t>Section 1: Executive Summary</w:t>
      </w:r>
      <w:r>
        <w:rPr>
          <w:rFonts w:ascii="AppleGothic" w:hAnsi="AppleGothic"/>
        </w:rPr>
        <w:t xml:space="preserve"> (To be completed by the President) </w:t>
      </w:r>
    </w:p>
    <w:p w:rsidR="00BB1EAB" w:rsidRDefault="00BB1EAB" w:rsidP="00BB1EAB">
      <w:pPr>
        <w:pStyle w:val="BodyA"/>
        <w:tabs>
          <w:tab w:val="left" w:pos="7065"/>
        </w:tabs>
        <w:rPr>
          <w:rFonts w:ascii="AppleGothic" w:hAnsi="AppleGothic"/>
          <w:u w:val="single"/>
        </w:rPr>
      </w:pPr>
    </w:p>
    <w:p w:rsidR="00BB1EAB" w:rsidRDefault="00BB1EAB" w:rsidP="00BB1EAB">
      <w:pPr>
        <w:pStyle w:val="BodyA"/>
        <w:tabs>
          <w:tab w:val="left" w:pos="7065"/>
        </w:tabs>
        <w:rPr>
          <w:rFonts w:ascii="AppleGothic" w:hAnsi="AppleGothic"/>
        </w:rPr>
      </w:pPr>
      <w:r>
        <w:rPr>
          <w:rFonts w:ascii="AppleGothic" w:hAnsi="AppleGothic"/>
        </w:rPr>
        <w:t>(WILL NOT BE ABLE TO FULLY COMPLETE UNTIL ALL OTHER SECTIONS HAVE BEEN COMPLETED)</w:t>
      </w:r>
    </w:p>
    <w:p w:rsidR="00BB1EAB" w:rsidRDefault="00BB1EAB" w:rsidP="00C83C8C">
      <w:pPr>
        <w:pStyle w:val="BodyA"/>
        <w:tabs>
          <w:tab w:val="left" w:pos="7065"/>
        </w:tabs>
        <w:spacing w:line="276" w:lineRule="auto"/>
        <w:rPr>
          <w:rFonts w:ascii="AppleGothic" w:hAnsi="AppleGothic"/>
        </w:rPr>
      </w:pP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Describe </w:t>
      </w:r>
      <w:proofErr w:type="spellStart"/>
      <w:r>
        <w:rPr>
          <w:rFonts w:ascii="AppleGothic" w:hAnsi="AppleGothic"/>
        </w:rPr>
        <w:t>you</w:t>
      </w:r>
      <w:proofErr w:type="spellEnd"/>
      <w:r>
        <w:rPr>
          <w:rFonts w:ascii="AppleGothic" w:hAnsi="AppleGothic"/>
        </w:rPr>
        <w:t xml:space="preserve"> business concept</w:t>
      </w:r>
      <w:r w:rsidR="00C83C8C">
        <w:rPr>
          <w:rFonts w:ascii="AppleGothic" w:hAnsi="AppleGothic"/>
        </w:rPr>
        <w:t>.</w:t>
      </w:r>
      <w:r>
        <w:rPr>
          <w:rFonts w:ascii="AppleGothic" w:hAnsi="AppleGothic"/>
        </w:rPr>
        <w:t xml:space="preserve"> Be sure to include what industry sector you will be operating in (retail, manufacturing, wholesale, </w:t>
      </w:r>
      <w:proofErr w:type="spellStart"/>
      <w:r>
        <w:rPr>
          <w:rFonts w:ascii="AppleGothic" w:hAnsi="AppleGothic"/>
        </w:rPr>
        <w:t>etc</w:t>
      </w:r>
      <w:proofErr w:type="spellEnd"/>
      <w:r>
        <w:rPr>
          <w:rFonts w:ascii="AppleGothic" w:hAnsi="AppleGothic"/>
        </w:rPr>
        <w:t>), the market you will service, and your competitive advantage.</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will you differentiate your product or service from the competition</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What has your market research told you about the viability of the business?</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Who is involved in the venture? Briefly summarize your managements team’s expertise and credentials</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mu</w:t>
      </w:r>
      <w:r w:rsidR="00C83C8C">
        <w:rPr>
          <w:rFonts w:ascii="AppleGothic" w:hAnsi="AppleGothic"/>
        </w:rPr>
        <w:t>ch money are you seeking and for</w:t>
      </w:r>
      <w:r>
        <w:rPr>
          <w:rFonts w:ascii="AppleGothic" w:hAnsi="AppleGothic"/>
        </w:rPr>
        <w:t xml:space="preserve"> what purpose? </w:t>
      </w:r>
      <w:r w:rsidR="00C83C8C">
        <w:rPr>
          <w:rFonts w:ascii="AppleGothic" w:hAnsi="AppleGothic"/>
        </w:rPr>
        <w:t xml:space="preserve">(start-up costs) </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much money have the founders invested in the business to date? How has the money been spent?</w:t>
      </w:r>
      <w:r w:rsidR="00C83C8C">
        <w:rPr>
          <w:rFonts w:ascii="AppleGothic" w:hAnsi="AppleGothic"/>
        </w:rPr>
        <w:t xml:space="preserve"> (shares)</w:t>
      </w:r>
    </w:p>
    <w:p w:rsidR="00C83C8C"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Summarize your projected financial performance</w:t>
      </w:r>
    </w:p>
    <w:p w:rsidR="00C83C8C" w:rsidRDefault="00C83C8C" w:rsidP="00C83C8C">
      <w:pPr>
        <w:pStyle w:val="BodyA"/>
        <w:tabs>
          <w:tab w:val="left" w:pos="7065"/>
        </w:tabs>
        <w:rPr>
          <w:rFonts w:ascii="AppleGothic" w:hAnsi="AppleGothic"/>
          <w:u w:val="single"/>
        </w:rPr>
      </w:pPr>
    </w:p>
    <w:p w:rsidR="00C83C8C" w:rsidRDefault="00C83C8C" w:rsidP="00C83C8C">
      <w:pPr>
        <w:pStyle w:val="BodyA"/>
        <w:tabs>
          <w:tab w:val="left" w:pos="7065"/>
        </w:tabs>
        <w:rPr>
          <w:rFonts w:ascii="AppleGothic" w:hAnsi="AppleGothic"/>
          <w:u w:val="single"/>
        </w:rPr>
      </w:pPr>
    </w:p>
    <w:p w:rsidR="00C83C8C" w:rsidRDefault="00C83C8C" w:rsidP="00C83C8C">
      <w:pPr>
        <w:pStyle w:val="BodyA"/>
        <w:tabs>
          <w:tab w:val="left" w:pos="7065"/>
        </w:tabs>
        <w:rPr>
          <w:rFonts w:ascii="AppleGothic" w:hAnsi="AppleGothic"/>
          <w:u w:val="single"/>
        </w:rPr>
      </w:pPr>
    </w:p>
    <w:p w:rsidR="00C83C8C" w:rsidRPr="00C83C8C" w:rsidRDefault="00C83C8C" w:rsidP="00C83C8C">
      <w:pPr>
        <w:pStyle w:val="BodyA"/>
        <w:tabs>
          <w:tab w:val="left" w:pos="7065"/>
        </w:tabs>
        <w:rPr>
          <w:rFonts w:ascii="AppleGothic" w:hAnsi="AppleGothic"/>
        </w:rPr>
      </w:pPr>
      <w:r w:rsidRPr="00C83C8C">
        <w:rPr>
          <w:rFonts w:ascii="AppleGothic" w:hAnsi="AppleGothic"/>
          <w:b/>
          <w:u w:val="single"/>
        </w:rPr>
        <w:t>Section 2</w:t>
      </w:r>
      <w:r w:rsidRPr="00C83C8C">
        <w:rPr>
          <w:rFonts w:ascii="AppleGothic" w:hAnsi="AppleGothic"/>
          <w:b/>
          <w:u w:val="single"/>
        </w:rPr>
        <w:t xml:space="preserve">: </w:t>
      </w:r>
      <w:r w:rsidRPr="00C83C8C">
        <w:rPr>
          <w:rFonts w:ascii="AppleGothic" w:hAnsi="AppleGothic"/>
          <w:b/>
          <w:u w:val="single"/>
        </w:rPr>
        <w:t xml:space="preserve">Mission Statement and </w:t>
      </w:r>
      <w:proofErr w:type="gramStart"/>
      <w:r w:rsidRPr="00C83C8C">
        <w:rPr>
          <w:rFonts w:ascii="AppleGothic" w:hAnsi="AppleGothic"/>
          <w:b/>
          <w:u w:val="single"/>
        </w:rPr>
        <w:t>Goals</w:t>
      </w:r>
      <w:r>
        <w:rPr>
          <w:rFonts w:ascii="AppleGothic" w:hAnsi="AppleGothic"/>
        </w:rPr>
        <w:t xml:space="preserve">  (</w:t>
      </w:r>
      <w:proofErr w:type="gramEnd"/>
      <w:r>
        <w:rPr>
          <w:rFonts w:ascii="AppleGothic" w:hAnsi="AppleGothic"/>
        </w:rPr>
        <w:t>to be completed as a team)</w:t>
      </w:r>
    </w:p>
    <w:p w:rsidR="00C83C8C" w:rsidRDefault="00C83C8C" w:rsidP="00C83C8C">
      <w:pPr>
        <w:pStyle w:val="BodyA"/>
        <w:tabs>
          <w:tab w:val="left" w:pos="7065"/>
        </w:tabs>
        <w:rPr>
          <w:rFonts w:ascii="AppleGothic" w:hAnsi="AppleGothic"/>
        </w:rPr>
      </w:pP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t>
      </w:r>
      <w:r>
        <w:rPr>
          <w:rFonts w:ascii="AppleGothic" w:hAnsi="AppleGothic"/>
        </w:rPr>
        <w:t>State your mission statement and values</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State your product name and any logo</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State the company’s goals, and check that you have a concrete goal matched to various aspects of your mission statements, such that it is clear that you mean what you say. If you intent to be known for quality, then there should be a goal to measure quality</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Identify plans to donate profits </w:t>
      </w:r>
    </w:p>
    <w:p w:rsidR="00C83C8C" w:rsidRDefault="00C83C8C" w:rsidP="00BB1EAB">
      <w:pPr>
        <w:pStyle w:val="BodyA"/>
        <w:tabs>
          <w:tab w:val="left" w:pos="7065"/>
        </w:tabs>
        <w:rPr>
          <w:rFonts w:ascii="AppleGothic" w:hAnsi="AppleGothic"/>
        </w:rPr>
      </w:pPr>
    </w:p>
    <w:p w:rsidR="00C83C8C" w:rsidRDefault="00C83C8C" w:rsidP="00BB1EAB">
      <w:pPr>
        <w:pStyle w:val="BodyA"/>
        <w:tabs>
          <w:tab w:val="left" w:pos="7065"/>
        </w:tabs>
        <w:rPr>
          <w:rFonts w:ascii="AppleGothic" w:hAnsi="AppleGothic"/>
        </w:rPr>
      </w:pPr>
    </w:p>
    <w:p w:rsidR="00C83C8C" w:rsidRDefault="00C83C8C" w:rsidP="00BB1EAB">
      <w:pPr>
        <w:pStyle w:val="BodyA"/>
        <w:tabs>
          <w:tab w:val="left" w:pos="7065"/>
        </w:tabs>
        <w:rPr>
          <w:rFonts w:ascii="AppleGothic" w:hAnsi="AppleGothic"/>
        </w:rPr>
      </w:pPr>
    </w:p>
    <w:p w:rsidR="00BB1EAB" w:rsidRPr="00C83C8C" w:rsidRDefault="00BB1EAB" w:rsidP="00BB1EAB">
      <w:pPr>
        <w:pStyle w:val="BodyA"/>
        <w:tabs>
          <w:tab w:val="left" w:pos="7065"/>
        </w:tabs>
        <w:rPr>
          <w:rFonts w:ascii="AppleGothic" w:hAnsi="AppleGothic"/>
          <w:b/>
          <w:u w:val="single"/>
        </w:rPr>
      </w:pPr>
      <w:r w:rsidRPr="00C83C8C">
        <w:rPr>
          <w:rFonts w:ascii="AppleGothic" w:hAnsi="AppleGothic"/>
          <w:b/>
          <w:u w:val="single"/>
        </w:rPr>
        <w:t>Section 3: The Management Team</w:t>
      </w:r>
    </w:p>
    <w:p w:rsidR="00BB1EAB" w:rsidRDefault="00BB1EAB" w:rsidP="00BB1EAB">
      <w:pPr>
        <w:pStyle w:val="BodyA"/>
        <w:tabs>
          <w:tab w:val="left" w:pos="7065"/>
        </w:tabs>
        <w:rPr>
          <w:rFonts w:ascii="AppleGothic" w:hAnsi="AppleGothic"/>
        </w:rPr>
      </w:pP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Have you included an organizational chart?</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is on the management team?</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What is your </w:t>
      </w:r>
      <w:proofErr w:type="gramStart"/>
      <w:r>
        <w:rPr>
          <w:rFonts w:ascii="AppleGothic" w:hAnsi="AppleGothic"/>
        </w:rPr>
        <w:t>teams</w:t>
      </w:r>
      <w:proofErr w:type="gramEnd"/>
      <w:r>
        <w:rPr>
          <w:rFonts w:ascii="AppleGothic" w:hAnsi="AppleGothic"/>
        </w:rPr>
        <w:t xml:space="preserve"> background? What are their strengths and weaknesses?</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Are you reliable people?</w:t>
      </w:r>
    </w:p>
    <w:p w:rsidR="00C83C8C"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Why are you the best team to make this idea work?</w:t>
      </w:r>
    </w:p>
    <w:p w:rsidR="00BB1EAB" w:rsidRPr="00C83C8C" w:rsidRDefault="00BB1EAB" w:rsidP="00BB1EAB">
      <w:pPr>
        <w:pStyle w:val="BodyA"/>
        <w:tabs>
          <w:tab w:val="left" w:pos="7065"/>
        </w:tabs>
        <w:rPr>
          <w:rFonts w:ascii="AppleGothic" w:hAnsi="AppleGothic"/>
        </w:rPr>
      </w:pPr>
      <w:r w:rsidRPr="00C83C8C">
        <w:rPr>
          <w:rFonts w:ascii="AppleGothic" w:hAnsi="AppleGothic"/>
          <w:b/>
          <w:u w:val="single"/>
        </w:rPr>
        <w:lastRenderedPageBreak/>
        <w:t>Section 4: The Product or Service</w:t>
      </w:r>
      <w:r w:rsidR="00C83C8C">
        <w:rPr>
          <w:rFonts w:ascii="AppleGothic" w:hAnsi="AppleGothic"/>
        </w:rPr>
        <w:t xml:space="preserve">  </w:t>
      </w:r>
    </w:p>
    <w:p w:rsidR="00BB1EAB" w:rsidRDefault="00BB1EAB" w:rsidP="00C83C8C">
      <w:pPr>
        <w:pStyle w:val="BodyA"/>
        <w:tabs>
          <w:tab w:val="left" w:pos="7065"/>
        </w:tabs>
        <w:spacing w:line="360" w:lineRule="auto"/>
        <w:rPr>
          <w:rFonts w:ascii="AppleGothic" w:hAnsi="AppleGothic"/>
          <w:u w:val="single"/>
        </w:rPr>
      </w:pP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What is it you want to sell or make? Is it really needed? What makes you think the time is right for your product or service? How is it similar or different to other products potential customers may already have?</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Include a picture or drawing to illustrate the ideas.</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What are the benefits of buying your product or service? Does it do any harm to people or the environment? Does it do good things? Try to match the features of the pro</w:t>
      </w:r>
      <w:r w:rsidR="00C83C8C">
        <w:rPr>
          <w:rFonts w:ascii="AppleGothic" w:hAnsi="AppleGothic"/>
        </w:rPr>
        <w:t>duct (shape, size, color, sound</w:t>
      </w:r>
      <w:r>
        <w:rPr>
          <w:rFonts w:ascii="AppleGothic" w:hAnsi="AppleGothic"/>
        </w:rPr>
        <w:t>,</w:t>
      </w:r>
      <w:r w:rsidR="00C83C8C">
        <w:rPr>
          <w:rFonts w:ascii="AppleGothic" w:hAnsi="AppleGothic"/>
        </w:rPr>
        <w:t xml:space="preserve"> </w:t>
      </w:r>
      <w:r>
        <w:rPr>
          <w:rFonts w:ascii="AppleGothic" w:hAnsi="AppleGothic"/>
        </w:rPr>
        <w:t>function, etc.) with a specific benefit for the customer (faster, easier, etc.) (</w:t>
      </w:r>
      <w:proofErr w:type="gramStart"/>
      <w:r>
        <w:rPr>
          <w:rFonts w:ascii="AppleGothic" w:hAnsi="AppleGothic"/>
        </w:rPr>
        <w:t>e.g</w:t>
      </w:r>
      <w:proofErr w:type="gramEnd"/>
      <w:r>
        <w:rPr>
          <w:rFonts w:ascii="AppleGothic" w:hAnsi="AppleGothic"/>
        </w:rPr>
        <w:t xml:space="preserve">. Out company’s candles are </w:t>
      </w:r>
      <w:r w:rsidR="00C83C8C">
        <w:rPr>
          <w:rFonts w:ascii="AppleGothic" w:hAnsi="AppleGothic"/>
        </w:rPr>
        <w:t>odorless</w:t>
      </w:r>
      <w:r>
        <w:rPr>
          <w:rFonts w:ascii="AppleGothic" w:hAnsi="AppleGothic"/>
        </w:rPr>
        <w:t xml:space="preserve"> (feature) so they won’t bother anymore with allergies (benefit). </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Will the product be produced in-house or by outsiders?</w:t>
      </w:r>
    </w:p>
    <w:p w:rsidR="00BB1EAB" w:rsidRDefault="00BB1EAB" w:rsidP="00BB1EAB">
      <w:pPr>
        <w:pStyle w:val="BodyA"/>
        <w:tabs>
          <w:tab w:val="left" w:pos="7065"/>
        </w:tabs>
        <w:jc w:val="center"/>
        <w:rPr>
          <w:rFonts w:ascii="AppleGothic" w:hAnsi="AppleGothic"/>
          <w:u w:val="single"/>
        </w:rPr>
      </w:pPr>
    </w:p>
    <w:p w:rsidR="00C83C8C" w:rsidRDefault="00C83C8C" w:rsidP="00BB1EAB">
      <w:pPr>
        <w:pStyle w:val="BodyA"/>
        <w:tabs>
          <w:tab w:val="left" w:pos="7065"/>
        </w:tabs>
        <w:jc w:val="center"/>
        <w:rPr>
          <w:rFonts w:ascii="AppleGothic" w:hAnsi="AppleGothic"/>
          <w:u w:val="single"/>
        </w:rPr>
      </w:pPr>
    </w:p>
    <w:p w:rsidR="00BB1EAB" w:rsidRPr="00C83C8C" w:rsidRDefault="00BB1EAB" w:rsidP="00C83C8C">
      <w:pPr>
        <w:rPr>
          <w:rFonts w:ascii="AppleGothic" w:eastAsia="ヒラギノ角ゴ Pro W3" w:hAnsi="AppleGothic" w:cs="Times New Roman"/>
          <w:color w:val="000000"/>
          <w:sz w:val="26"/>
          <w:szCs w:val="20"/>
          <w:u w:val="single"/>
        </w:rPr>
      </w:pPr>
      <w:r w:rsidRPr="00C83C8C">
        <w:rPr>
          <w:rFonts w:ascii="AppleGothic" w:hAnsi="AppleGothic"/>
          <w:b/>
          <w:sz w:val="24"/>
          <w:u w:val="single"/>
        </w:rPr>
        <w:t xml:space="preserve">Section 5: Marketing and </w:t>
      </w:r>
      <w:r w:rsidRPr="00C83C8C">
        <w:rPr>
          <w:rFonts w:ascii="AppleGothic" w:hAnsi="AppleGothic"/>
          <w:b/>
          <w:sz w:val="24"/>
          <w:szCs w:val="24"/>
          <w:u w:val="single"/>
        </w:rPr>
        <w:t>Sales</w:t>
      </w:r>
      <w:r w:rsidR="00C83C8C" w:rsidRPr="00C83C8C">
        <w:rPr>
          <w:rFonts w:ascii="AppleGothic" w:hAnsi="AppleGothic"/>
          <w:b/>
          <w:sz w:val="24"/>
          <w:szCs w:val="24"/>
        </w:rPr>
        <w:t xml:space="preserve">   </w:t>
      </w:r>
      <w:r w:rsidR="00C83C8C" w:rsidRPr="00C83C8C">
        <w:rPr>
          <w:rFonts w:ascii="AppleGothic" w:hAnsi="AppleGothic"/>
          <w:sz w:val="24"/>
          <w:szCs w:val="24"/>
        </w:rPr>
        <w:t xml:space="preserve">(To be completed by </w:t>
      </w:r>
      <w:r w:rsidR="00C83C8C">
        <w:rPr>
          <w:rFonts w:ascii="AppleGothic" w:hAnsi="AppleGothic"/>
          <w:sz w:val="24"/>
          <w:szCs w:val="24"/>
        </w:rPr>
        <w:t>Marketing &amp; Sales</w:t>
      </w:r>
      <w:r w:rsidR="00C83C8C" w:rsidRPr="00C83C8C">
        <w:rPr>
          <w:rFonts w:ascii="AppleGothic" w:hAnsi="AppleGothic"/>
          <w:sz w:val="24"/>
          <w:szCs w:val="24"/>
        </w:rPr>
        <w:t>)</w:t>
      </w:r>
    </w:p>
    <w:p w:rsidR="00BB1EAB" w:rsidRDefault="00BB1EAB" w:rsidP="00C83C8C">
      <w:pPr>
        <w:pStyle w:val="BodyA"/>
        <w:tabs>
          <w:tab w:val="left" w:pos="7065"/>
        </w:tabs>
        <w:spacing w:line="360" w:lineRule="auto"/>
        <w:jc w:val="center"/>
        <w:rPr>
          <w:rFonts w:ascii="AppleGothic" w:hAnsi="AppleGothic"/>
          <w:u w:val="single"/>
        </w:rPr>
      </w:pP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needs your product or service? How old? Male or female? What educational level? What income? What occupation? What do they need it? How do you know?</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will you attract customer? Will you use posters? The internet?</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Who are your five neatest direct competitors? What have you learned from their operations? From their advertising? What are their strengths and weaknesses? Why will people buy from you instead of your competition? How does their product or service differ from yours? What makes your product or service better? </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will you promote your product or service? How much will your marketing strategy cost? Is it money well spent?</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will your prices compare with the competition? How price-sensitive is your target market?</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What will you charge for your product or service? How did you come up with those numbers? Be prepared to defend your recommendation for the price chose, the total number of products to be sold and what it means to the bottom line if production can’t produce enough or customers refuse to pay at the price chosen</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will you sell your product? </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will you motivate your sales people?</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will you train your sales people?</w:t>
      </w:r>
    </w:p>
    <w:p w:rsidR="00C83C8C" w:rsidRDefault="00C83C8C" w:rsidP="00C83C8C">
      <w:pPr>
        <w:pStyle w:val="BodyA"/>
        <w:tabs>
          <w:tab w:val="left" w:pos="7065"/>
        </w:tabs>
        <w:rPr>
          <w:rFonts w:ascii="AppleGothic" w:hAnsi="AppleGothic"/>
          <w:u w:val="single"/>
        </w:rPr>
      </w:pPr>
    </w:p>
    <w:p w:rsidR="00C83C8C" w:rsidRDefault="00C83C8C" w:rsidP="00C83C8C">
      <w:pPr>
        <w:pStyle w:val="BodyA"/>
        <w:tabs>
          <w:tab w:val="left" w:pos="7065"/>
        </w:tabs>
        <w:rPr>
          <w:rFonts w:ascii="AppleGothic" w:hAnsi="AppleGothic"/>
          <w:u w:val="single"/>
        </w:rPr>
      </w:pPr>
    </w:p>
    <w:p w:rsidR="00BB1EAB" w:rsidRDefault="00BB1EAB" w:rsidP="00C83C8C">
      <w:pPr>
        <w:pStyle w:val="BodyA"/>
        <w:tabs>
          <w:tab w:val="left" w:pos="7065"/>
        </w:tabs>
        <w:rPr>
          <w:rFonts w:ascii="AppleGothic" w:hAnsi="AppleGothic"/>
          <w:u w:val="single"/>
        </w:rPr>
      </w:pPr>
      <w:r w:rsidRPr="00C83C8C">
        <w:rPr>
          <w:rFonts w:ascii="AppleGothic" w:hAnsi="AppleGothic"/>
          <w:b/>
          <w:u w:val="single"/>
        </w:rPr>
        <w:lastRenderedPageBreak/>
        <w:t xml:space="preserve">Section 6: </w:t>
      </w:r>
      <w:proofErr w:type="gramStart"/>
      <w:r w:rsidRPr="00C83C8C">
        <w:rPr>
          <w:rFonts w:ascii="AppleGothic" w:hAnsi="AppleGothic"/>
          <w:b/>
          <w:u w:val="single"/>
        </w:rPr>
        <w:t>Production</w:t>
      </w:r>
      <w:r w:rsidR="00C83C8C" w:rsidRPr="00C83C8C">
        <w:rPr>
          <w:rFonts w:ascii="AppleGothic" w:hAnsi="AppleGothic"/>
        </w:rPr>
        <w:t xml:space="preserve">  </w:t>
      </w:r>
      <w:r w:rsidR="00C83C8C" w:rsidRPr="00C83C8C">
        <w:rPr>
          <w:rFonts w:ascii="AppleGothic" w:hAnsi="AppleGothic"/>
          <w:szCs w:val="24"/>
        </w:rPr>
        <w:t>(</w:t>
      </w:r>
      <w:proofErr w:type="gramEnd"/>
      <w:r w:rsidR="00C83C8C" w:rsidRPr="00C83C8C">
        <w:rPr>
          <w:rFonts w:ascii="AppleGothic" w:hAnsi="AppleGothic"/>
          <w:szCs w:val="24"/>
        </w:rPr>
        <w:t xml:space="preserve">To be completed by </w:t>
      </w:r>
      <w:r w:rsidR="00C83C8C">
        <w:rPr>
          <w:rFonts w:ascii="AppleGothic" w:hAnsi="AppleGothic"/>
          <w:szCs w:val="24"/>
        </w:rPr>
        <w:t>Production</w:t>
      </w:r>
      <w:r w:rsidR="00C83C8C" w:rsidRPr="00C83C8C">
        <w:rPr>
          <w:rFonts w:ascii="AppleGothic" w:hAnsi="AppleGothic"/>
          <w:szCs w:val="24"/>
        </w:rPr>
        <w:t>)</w:t>
      </w:r>
    </w:p>
    <w:p w:rsidR="00BB1EAB" w:rsidRDefault="00BB1EAB" w:rsidP="00C83C8C">
      <w:pPr>
        <w:pStyle w:val="BodyA"/>
        <w:tabs>
          <w:tab w:val="left" w:pos="7065"/>
        </w:tabs>
        <w:spacing w:line="360" w:lineRule="auto"/>
        <w:jc w:val="center"/>
        <w:rPr>
          <w:rFonts w:ascii="AppleGothic" w:hAnsi="AppleGothic"/>
          <w:u w:val="single"/>
        </w:rPr>
      </w:pP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u w:val="single"/>
        </w:rPr>
        <w:t xml:space="preserve"> </w:t>
      </w:r>
      <w:r>
        <w:rPr>
          <w:rFonts w:ascii="AppleGothic" w:hAnsi="AppleGothic"/>
        </w:rPr>
        <w:t>How will your product or service be made?</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What equipment do you need to get started? Where will you get them from?</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Will you make or buy the components necessary for the production of your product or service? Why?</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Will you make the product using an assembly line?</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Will you label and package the product?</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What quality control measure have you instituted? How will you keep product returns low? </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What kinds of problems might come up and what might you do to avoid them?</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Where will you get the materials to product your product or service? How much will they cost? Do you have alternative suppliers </w:t>
      </w:r>
      <w:proofErr w:type="spellStart"/>
      <w:r>
        <w:rPr>
          <w:rFonts w:ascii="AppleGothic" w:hAnsi="AppleGothic"/>
        </w:rPr>
        <w:t>f</w:t>
      </w:r>
      <w:proofErr w:type="spellEnd"/>
      <w:r>
        <w:rPr>
          <w:rFonts w:ascii="AppleGothic" w:hAnsi="AppleGothic"/>
        </w:rPr>
        <w:t xml:space="preserve"> one does not work out? What are the </w:t>
      </w:r>
      <w:proofErr w:type="gramStart"/>
      <w:r>
        <w:rPr>
          <w:rFonts w:ascii="AppleGothic" w:hAnsi="AppleGothic"/>
        </w:rPr>
        <w:t>suppliers</w:t>
      </w:r>
      <w:proofErr w:type="gramEnd"/>
      <w:r>
        <w:rPr>
          <w:rFonts w:ascii="AppleGothic" w:hAnsi="AppleGothic"/>
        </w:rPr>
        <w:t xml:space="preserve"> terms and conditions? </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When can you start producing your product or service? How long does it take to produce a unit or a set number of units of your product? </w:t>
      </w:r>
    </w:p>
    <w:p w:rsidR="00BB1EAB" w:rsidRPr="00C83C8C"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What will you do if the demand for you products or services fluctuates?</w:t>
      </w:r>
    </w:p>
    <w:p w:rsidR="00BB1EAB" w:rsidRDefault="00BB1EAB"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How will you keep track of inventory? Will this be computerized or manual? </w:t>
      </w:r>
    </w:p>
    <w:p w:rsidR="00C83C8C" w:rsidRDefault="00C83C8C" w:rsidP="00C83C8C">
      <w:pPr>
        <w:pStyle w:val="BodyA"/>
        <w:tabs>
          <w:tab w:val="left" w:pos="7065"/>
        </w:tabs>
        <w:spacing w:line="360" w:lineRule="auto"/>
        <w:rPr>
          <w:rFonts w:ascii="AppleGothic" w:hAnsi="AppleGothic"/>
        </w:rPr>
      </w:pPr>
    </w:p>
    <w:p w:rsidR="00C83C8C" w:rsidRPr="00C83C8C" w:rsidRDefault="00C83C8C" w:rsidP="00C83C8C">
      <w:pPr>
        <w:pStyle w:val="BodyA"/>
        <w:tabs>
          <w:tab w:val="left" w:pos="7065"/>
        </w:tabs>
        <w:spacing w:line="360" w:lineRule="auto"/>
        <w:rPr>
          <w:rFonts w:ascii="AppleGothic" w:hAnsi="AppleGothic"/>
        </w:rPr>
      </w:pPr>
    </w:p>
    <w:p w:rsidR="00C83C8C" w:rsidRDefault="00C83C8C"/>
    <w:p w:rsidR="00C83C8C" w:rsidRPr="00C83C8C" w:rsidRDefault="00C83C8C" w:rsidP="00C83C8C">
      <w:pPr>
        <w:pStyle w:val="BodyA"/>
        <w:tabs>
          <w:tab w:val="left" w:pos="7065"/>
        </w:tabs>
        <w:rPr>
          <w:rFonts w:ascii="AppleGothic" w:hAnsi="AppleGothic"/>
        </w:rPr>
      </w:pPr>
      <w:r w:rsidRPr="00C83C8C">
        <w:rPr>
          <w:rFonts w:ascii="AppleGothic" w:hAnsi="AppleGothic"/>
          <w:b/>
          <w:u w:val="single"/>
        </w:rPr>
        <w:t>S</w:t>
      </w:r>
      <w:r>
        <w:rPr>
          <w:rFonts w:ascii="AppleGothic" w:hAnsi="AppleGothic"/>
          <w:b/>
          <w:u w:val="single"/>
        </w:rPr>
        <w:t>ection 7</w:t>
      </w:r>
      <w:r w:rsidRPr="00C83C8C">
        <w:rPr>
          <w:rFonts w:ascii="AppleGothic" w:hAnsi="AppleGothic"/>
          <w:b/>
          <w:u w:val="single"/>
        </w:rPr>
        <w:t xml:space="preserve">: </w:t>
      </w:r>
      <w:r>
        <w:rPr>
          <w:rFonts w:ascii="AppleGothic" w:hAnsi="AppleGothic"/>
          <w:b/>
          <w:u w:val="single"/>
        </w:rPr>
        <w:t>Personnel and the Compensation Plan</w:t>
      </w:r>
      <w:r>
        <w:rPr>
          <w:rFonts w:ascii="AppleGothic" w:hAnsi="AppleGothic"/>
          <w:b/>
        </w:rPr>
        <w:t xml:space="preserve">   </w:t>
      </w:r>
      <w:r>
        <w:rPr>
          <w:rFonts w:ascii="AppleGothic" w:hAnsi="AppleGothic"/>
        </w:rPr>
        <w:t xml:space="preserve">(To be completed by Human Resources) </w:t>
      </w:r>
    </w:p>
    <w:p w:rsidR="00C83C8C" w:rsidRDefault="00C83C8C" w:rsidP="00C83C8C">
      <w:pPr>
        <w:pStyle w:val="BodyA"/>
        <w:tabs>
          <w:tab w:val="left" w:pos="7065"/>
        </w:tabs>
        <w:rPr>
          <w:rFonts w:ascii="AppleGothic" w:hAnsi="AppleGothic"/>
        </w:rPr>
      </w:pP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t>
      </w:r>
      <w:r>
        <w:rPr>
          <w:rFonts w:ascii="AppleGothic" w:hAnsi="AppleGothic"/>
        </w:rPr>
        <w:t>What is the salary for the management team?</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What are the wages for production workers and sales people? </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How many people do you require for your business?</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What specific skills do these employees need to possess?</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How will you train your staff?</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How will you schedule your staff?</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What is your business’ policy for ongoing training of staff?</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Identify company norms </w:t>
      </w:r>
    </w:p>
    <w:p w:rsidR="00C83C8C" w:rsidRDefault="00C83C8C" w:rsidP="00C83C8C">
      <w:pPr>
        <w:pStyle w:val="BodyA"/>
        <w:tabs>
          <w:tab w:val="left" w:pos="7065"/>
        </w:tabs>
        <w:spacing w:line="360" w:lineRule="auto"/>
        <w:rPr>
          <w:rFonts w:ascii="AppleGothic" w:hAnsi="AppleGothic"/>
        </w:rPr>
      </w:pPr>
    </w:p>
    <w:p w:rsidR="00C83C8C" w:rsidRDefault="00C83C8C" w:rsidP="00C83C8C">
      <w:pPr>
        <w:pStyle w:val="BodyA"/>
        <w:tabs>
          <w:tab w:val="left" w:pos="7065"/>
        </w:tabs>
        <w:spacing w:line="360" w:lineRule="auto"/>
        <w:rPr>
          <w:rFonts w:ascii="AppleGothic" w:hAnsi="AppleGothic"/>
        </w:rPr>
      </w:pPr>
    </w:p>
    <w:p w:rsidR="00C83C8C" w:rsidRDefault="00C83C8C" w:rsidP="00C83C8C">
      <w:pPr>
        <w:pStyle w:val="BodyA"/>
        <w:tabs>
          <w:tab w:val="left" w:pos="7065"/>
        </w:tabs>
        <w:rPr>
          <w:rFonts w:ascii="AppleGothic" w:hAnsi="AppleGothic"/>
          <w:b/>
          <w:u w:val="single"/>
        </w:rPr>
      </w:pPr>
    </w:p>
    <w:p w:rsidR="00C83C8C" w:rsidRDefault="00C83C8C" w:rsidP="00C83C8C">
      <w:pPr>
        <w:pStyle w:val="BodyA"/>
        <w:tabs>
          <w:tab w:val="left" w:pos="7065"/>
        </w:tabs>
        <w:rPr>
          <w:rFonts w:ascii="AppleGothic" w:hAnsi="AppleGothic"/>
          <w:b/>
          <w:u w:val="single"/>
        </w:rPr>
      </w:pPr>
    </w:p>
    <w:p w:rsidR="00C83C8C" w:rsidRDefault="00C83C8C" w:rsidP="00C83C8C">
      <w:pPr>
        <w:pStyle w:val="BodyA"/>
        <w:tabs>
          <w:tab w:val="left" w:pos="7065"/>
        </w:tabs>
        <w:rPr>
          <w:rFonts w:ascii="AppleGothic" w:hAnsi="AppleGothic"/>
          <w:b/>
          <w:u w:val="single"/>
        </w:rPr>
      </w:pPr>
    </w:p>
    <w:p w:rsidR="00C83C8C" w:rsidRPr="00C83C8C" w:rsidRDefault="00C83C8C" w:rsidP="00C83C8C">
      <w:pPr>
        <w:pStyle w:val="BodyA"/>
        <w:tabs>
          <w:tab w:val="left" w:pos="7065"/>
        </w:tabs>
        <w:rPr>
          <w:rFonts w:ascii="AppleGothic" w:hAnsi="AppleGothic"/>
          <w:b/>
          <w:u w:val="single"/>
        </w:rPr>
      </w:pPr>
      <w:r w:rsidRPr="00C83C8C">
        <w:rPr>
          <w:rFonts w:ascii="AppleGothic" w:hAnsi="AppleGothic"/>
          <w:b/>
          <w:u w:val="single"/>
        </w:rPr>
        <w:lastRenderedPageBreak/>
        <w:t>S</w:t>
      </w:r>
      <w:r>
        <w:rPr>
          <w:rFonts w:ascii="AppleGothic" w:hAnsi="AppleGothic"/>
          <w:b/>
          <w:u w:val="single"/>
        </w:rPr>
        <w:t>ection 8</w:t>
      </w:r>
      <w:r w:rsidRPr="00C83C8C">
        <w:rPr>
          <w:rFonts w:ascii="AppleGothic" w:hAnsi="AppleGothic"/>
          <w:b/>
          <w:u w:val="single"/>
        </w:rPr>
        <w:t xml:space="preserve">: </w:t>
      </w:r>
      <w:r>
        <w:rPr>
          <w:rFonts w:ascii="AppleGothic" w:hAnsi="AppleGothic"/>
          <w:b/>
          <w:u w:val="single"/>
        </w:rPr>
        <w:t xml:space="preserve">Information Technology </w:t>
      </w:r>
      <w:r>
        <w:rPr>
          <w:rFonts w:ascii="AppleGothic" w:hAnsi="AppleGothic"/>
        </w:rPr>
        <w:t xml:space="preserve">(To be completed by </w:t>
      </w:r>
      <w:r>
        <w:rPr>
          <w:rFonts w:ascii="AppleGothic" w:hAnsi="AppleGothic"/>
        </w:rPr>
        <w:t>Information Technology</w:t>
      </w:r>
      <w:r>
        <w:rPr>
          <w:rFonts w:ascii="AppleGothic" w:hAnsi="AppleGothic"/>
        </w:rPr>
        <w:t>)</w:t>
      </w:r>
    </w:p>
    <w:p w:rsidR="00C83C8C" w:rsidRDefault="00C83C8C" w:rsidP="00C83C8C">
      <w:pPr>
        <w:pStyle w:val="BodyA"/>
        <w:tabs>
          <w:tab w:val="left" w:pos="7065"/>
        </w:tabs>
        <w:rPr>
          <w:rFonts w:ascii="AppleGothic" w:hAnsi="AppleGothic"/>
        </w:rPr>
      </w:pPr>
    </w:p>
    <w:p w:rsidR="00C83C8C" w:rsidRP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t>
      </w:r>
      <w:r>
        <w:rPr>
          <w:rFonts w:ascii="AppleGothic" w:hAnsi="AppleGothic"/>
        </w:rPr>
        <w:t xml:space="preserve">Can communication be improved across team members through e-mail, texting, blogs, </w:t>
      </w:r>
      <w:proofErr w:type="spellStart"/>
      <w:r>
        <w:rPr>
          <w:rFonts w:ascii="AppleGothic" w:hAnsi="AppleGothic"/>
        </w:rPr>
        <w:t>etc</w:t>
      </w:r>
      <w:proofErr w:type="spellEnd"/>
      <w:r>
        <w:rPr>
          <w:rFonts w:ascii="AppleGothic" w:hAnsi="AppleGothic"/>
        </w:rPr>
        <w:t>? Do all memb</w:t>
      </w:r>
      <w:r w:rsidRPr="00C83C8C">
        <w:rPr>
          <w:rFonts w:ascii="AppleGothic" w:hAnsi="AppleGothic"/>
        </w:rPr>
        <w:t xml:space="preserve">ers have access to this form of communication? </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Can e-mail, social media, or a website be used to reach customers? </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Can record keeping be simpler if all departments use electronic forms?</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Can technology be used to create business cards, ordering forms, </w:t>
      </w:r>
      <w:proofErr w:type="gramStart"/>
      <w:r>
        <w:rPr>
          <w:rFonts w:ascii="AppleGothic" w:hAnsi="AppleGothic"/>
        </w:rPr>
        <w:t>etc.</w:t>
      </w:r>
      <w:proofErr w:type="gramEnd"/>
      <w:r>
        <w:rPr>
          <w:rFonts w:ascii="AppleGothic" w:hAnsi="AppleGothic"/>
        </w:rPr>
        <w:t xml:space="preserve"> </w:t>
      </w:r>
    </w:p>
    <w:p w:rsidR="00C83C8C" w:rsidRDefault="00C83C8C" w:rsidP="00C83C8C">
      <w:pPr>
        <w:pStyle w:val="BodyA"/>
        <w:tabs>
          <w:tab w:val="left" w:pos="7065"/>
        </w:tabs>
        <w:spacing w:line="360" w:lineRule="auto"/>
        <w:rPr>
          <w:rFonts w:ascii="AppleGothic" w:hAnsi="AppleGothic"/>
        </w:rPr>
      </w:pPr>
    </w:p>
    <w:p w:rsidR="00C83C8C" w:rsidRDefault="00C83C8C" w:rsidP="00C83C8C">
      <w:pPr>
        <w:pStyle w:val="BodyA"/>
        <w:tabs>
          <w:tab w:val="left" w:pos="7065"/>
        </w:tabs>
        <w:spacing w:line="360" w:lineRule="auto"/>
        <w:rPr>
          <w:rFonts w:ascii="AppleGothic" w:hAnsi="AppleGothic"/>
        </w:rPr>
      </w:pPr>
    </w:p>
    <w:p w:rsidR="00E3501C" w:rsidRDefault="00E3501C" w:rsidP="00C83C8C">
      <w:pPr>
        <w:pStyle w:val="BodyA"/>
        <w:tabs>
          <w:tab w:val="left" w:pos="7065"/>
        </w:tabs>
        <w:spacing w:line="360" w:lineRule="auto"/>
        <w:rPr>
          <w:rFonts w:ascii="AppleGothic" w:hAnsi="AppleGothic"/>
        </w:rPr>
      </w:pPr>
    </w:p>
    <w:p w:rsidR="00E3501C" w:rsidRDefault="00E3501C" w:rsidP="00C83C8C">
      <w:pPr>
        <w:pStyle w:val="BodyA"/>
        <w:tabs>
          <w:tab w:val="left" w:pos="7065"/>
        </w:tabs>
        <w:spacing w:line="360" w:lineRule="auto"/>
        <w:rPr>
          <w:rFonts w:ascii="AppleGothic" w:hAnsi="AppleGothic"/>
        </w:rPr>
      </w:pPr>
    </w:p>
    <w:p w:rsidR="00C83C8C" w:rsidRPr="00C83C8C" w:rsidRDefault="00C83C8C" w:rsidP="00C83C8C">
      <w:pPr>
        <w:pStyle w:val="BodyA"/>
        <w:tabs>
          <w:tab w:val="left" w:pos="7065"/>
        </w:tabs>
        <w:rPr>
          <w:rFonts w:ascii="AppleGothic" w:hAnsi="AppleGothic"/>
          <w:b/>
          <w:u w:val="single"/>
        </w:rPr>
      </w:pPr>
      <w:r w:rsidRPr="00C83C8C">
        <w:rPr>
          <w:rFonts w:ascii="AppleGothic" w:hAnsi="AppleGothic"/>
          <w:b/>
          <w:u w:val="single"/>
        </w:rPr>
        <w:t>S</w:t>
      </w:r>
      <w:r>
        <w:rPr>
          <w:rFonts w:ascii="AppleGothic" w:hAnsi="AppleGothic"/>
          <w:b/>
          <w:u w:val="single"/>
        </w:rPr>
        <w:t>ection 9</w:t>
      </w:r>
      <w:r w:rsidRPr="00C83C8C">
        <w:rPr>
          <w:rFonts w:ascii="AppleGothic" w:hAnsi="AppleGothic"/>
          <w:b/>
          <w:u w:val="single"/>
        </w:rPr>
        <w:t xml:space="preserve">: </w:t>
      </w:r>
      <w:r>
        <w:rPr>
          <w:rFonts w:ascii="AppleGothic" w:hAnsi="AppleGothic"/>
          <w:b/>
          <w:u w:val="single"/>
        </w:rPr>
        <w:t xml:space="preserve">Finance and Budget </w:t>
      </w:r>
      <w:proofErr w:type="gramStart"/>
      <w:r>
        <w:rPr>
          <w:rFonts w:ascii="AppleGothic" w:hAnsi="AppleGothic"/>
          <w:b/>
          <w:u w:val="single"/>
        </w:rPr>
        <w:t>Forecast</w:t>
      </w:r>
      <w:r>
        <w:rPr>
          <w:rFonts w:ascii="AppleGothic" w:hAnsi="AppleGothic"/>
          <w:b/>
        </w:rPr>
        <w:t xml:space="preserve">  </w:t>
      </w:r>
      <w:r>
        <w:rPr>
          <w:rFonts w:ascii="AppleGothic" w:hAnsi="AppleGothic"/>
        </w:rPr>
        <w:t>(</w:t>
      </w:r>
      <w:proofErr w:type="gramEnd"/>
      <w:r>
        <w:rPr>
          <w:rFonts w:ascii="AppleGothic" w:hAnsi="AppleGothic"/>
        </w:rPr>
        <w:t xml:space="preserve">To be completed by </w:t>
      </w:r>
      <w:r>
        <w:rPr>
          <w:rFonts w:ascii="AppleGothic" w:hAnsi="AppleGothic"/>
        </w:rPr>
        <w:t>Finance</w:t>
      </w:r>
      <w:r>
        <w:rPr>
          <w:rFonts w:ascii="AppleGothic" w:hAnsi="AppleGothic"/>
        </w:rPr>
        <w:t>)</w:t>
      </w:r>
    </w:p>
    <w:p w:rsidR="00C83C8C" w:rsidRDefault="00C83C8C" w:rsidP="00C83C8C">
      <w:pPr>
        <w:pStyle w:val="BodyA"/>
        <w:tabs>
          <w:tab w:val="left" w:pos="7065"/>
        </w:tabs>
        <w:rPr>
          <w:rFonts w:ascii="AppleGothic" w:hAnsi="AppleGothic"/>
        </w:rPr>
      </w:pP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t>
      </w:r>
      <w:r>
        <w:rPr>
          <w:rFonts w:ascii="AppleGothic" w:hAnsi="AppleGothic"/>
        </w:rPr>
        <w:t>How much money will you need to open your business (start-up costs)</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will you obtain the required beginning capital (shares)</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How much money will you need to stay in business (operating costs) </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What type of accounting system will you use? Is it paper based or electronic spreadsheets?</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What charitable donations are appropriate and which prospective charities match the values and norms of the company? </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Projected sales?</w:t>
      </w:r>
    </w:p>
    <w:p w:rsidR="00C83C8C" w:rsidRDefault="00C83C8C" w:rsidP="00C83C8C">
      <w:pPr>
        <w:pStyle w:val="BodyA"/>
        <w:numPr>
          <w:ilvl w:val="0"/>
          <w:numId w:val="2"/>
        </w:numPr>
        <w:tabs>
          <w:tab w:val="left" w:pos="7065"/>
        </w:tabs>
        <w:spacing w:line="360" w:lineRule="auto"/>
        <w:rPr>
          <w:rFonts w:ascii="AppleGothic" w:hAnsi="AppleGothic"/>
        </w:rPr>
      </w:pPr>
      <w:r>
        <w:rPr>
          <w:rFonts w:ascii="AppleGothic" w:hAnsi="AppleGothic"/>
        </w:rPr>
        <w:t xml:space="preserve"> Projected income? </w:t>
      </w:r>
    </w:p>
    <w:p w:rsidR="009A5DA0" w:rsidRDefault="009A5DA0" w:rsidP="009A5DA0">
      <w:pPr>
        <w:pStyle w:val="BodyA"/>
        <w:tabs>
          <w:tab w:val="left" w:pos="7065"/>
        </w:tabs>
        <w:spacing w:line="360" w:lineRule="auto"/>
        <w:rPr>
          <w:rFonts w:ascii="AppleGothic" w:hAnsi="AppleGothic"/>
        </w:rPr>
      </w:pPr>
    </w:p>
    <w:p w:rsidR="009A5DA0" w:rsidRDefault="009A5DA0" w:rsidP="009A5DA0">
      <w:pPr>
        <w:pStyle w:val="BodyA"/>
        <w:tabs>
          <w:tab w:val="left" w:pos="7065"/>
        </w:tabs>
        <w:spacing w:line="360" w:lineRule="auto"/>
        <w:rPr>
          <w:rFonts w:ascii="AppleGothic" w:hAnsi="AppleGothic"/>
        </w:rPr>
      </w:pPr>
    </w:p>
    <w:p w:rsidR="00E3501C" w:rsidRDefault="00E3501C" w:rsidP="009A5DA0">
      <w:pPr>
        <w:pStyle w:val="BodyA"/>
        <w:tabs>
          <w:tab w:val="left" w:pos="7065"/>
        </w:tabs>
        <w:spacing w:line="360" w:lineRule="auto"/>
        <w:rPr>
          <w:rFonts w:ascii="AppleGothic" w:hAnsi="AppleGothic"/>
        </w:rPr>
      </w:pPr>
    </w:p>
    <w:p w:rsidR="00E3501C" w:rsidRDefault="00E3501C" w:rsidP="009A5DA0">
      <w:pPr>
        <w:pStyle w:val="BodyA"/>
        <w:tabs>
          <w:tab w:val="left" w:pos="7065"/>
        </w:tabs>
        <w:spacing w:line="360" w:lineRule="auto"/>
        <w:rPr>
          <w:rFonts w:ascii="AppleGothic" w:hAnsi="AppleGothic"/>
        </w:rPr>
      </w:pPr>
    </w:p>
    <w:p w:rsidR="009A5DA0" w:rsidRPr="00C83C8C" w:rsidRDefault="009A5DA0" w:rsidP="009A5DA0">
      <w:pPr>
        <w:pStyle w:val="BodyA"/>
        <w:tabs>
          <w:tab w:val="left" w:pos="7065"/>
        </w:tabs>
        <w:rPr>
          <w:rFonts w:ascii="AppleGothic" w:hAnsi="AppleGothic"/>
          <w:b/>
          <w:u w:val="single"/>
        </w:rPr>
      </w:pPr>
      <w:r w:rsidRPr="00C83C8C">
        <w:rPr>
          <w:rFonts w:ascii="AppleGothic" w:hAnsi="AppleGothic"/>
          <w:b/>
          <w:u w:val="single"/>
        </w:rPr>
        <w:t>S</w:t>
      </w:r>
      <w:r>
        <w:rPr>
          <w:rFonts w:ascii="AppleGothic" w:hAnsi="AppleGothic"/>
          <w:b/>
          <w:u w:val="single"/>
        </w:rPr>
        <w:t>ection 10</w:t>
      </w:r>
      <w:r w:rsidRPr="00C83C8C">
        <w:rPr>
          <w:rFonts w:ascii="AppleGothic" w:hAnsi="AppleGothic"/>
          <w:b/>
          <w:u w:val="single"/>
        </w:rPr>
        <w:t xml:space="preserve">: </w:t>
      </w:r>
      <w:r>
        <w:rPr>
          <w:rFonts w:ascii="AppleGothic" w:hAnsi="AppleGothic"/>
          <w:b/>
          <w:u w:val="single"/>
        </w:rPr>
        <w:t>Health and Safety Plan</w:t>
      </w:r>
      <w:r>
        <w:rPr>
          <w:rFonts w:ascii="AppleGothic" w:hAnsi="AppleGothic"/>
          <w:b/>
          <w:u w:val="single"/>
        </w:rPr>
        <w:t xml:space="preserve"> </w:t>
      </w:r>
      <w:r>
        <w:rPr>
          <w:rFonts w:ascii="AppleGothic" w:hAnsi="AppleGothic"/>
        </w:rPr>
        <w:t xml:space="preserve">(To be completed by </w:t>
      </w:r>
      <w:r>
        <w:rPr>
          <w:rFonts w:ascii="AppleGothic" w:hAnsi="AppleGothic"/>
        </w:rPr>
        <w:t>Health &amp; Safety</w:t>
      </w:r>
      <w:r>
        <w:rPr>
          <w:rFonts w:ascii="AppleGothic" w:hAnsi="AppleGothic"/>
        </w:rPr>
        <w:t>)</w:t>
      </w:r>
    </w:p>
    <w:p w:rsidR="009A5DA0" w:rsidRDefault="009A5DA0" w:rsidP="009A5DA0">
      <w:pPr>
        <w:pStyle w:val="BodyA"/>
        <w:tabs>
          <w:tab w:val="left" w:pos="7065"/>
        </w:tabs>
        <w:rPr>
          <w:rFonts w:ascii="AppleGothic" w:hAnsi="AppleGothic"/>
        </w:rPr>
      </w:pPr>
    </w:p>
    <w:p w:rsidR="009A5DA0" w:rsidRDefault="009A5DA0" w:rsidP="009A5DA0">
      <w:pPr>
        <w:pStyle w:val="BodyA"/>
        <w:numPr>
          <w:ilvl w:val="0"/>
          <w:numId w:val="2"/>
        </w:numPr>
        <w:tabs>
          <w:tab w:val="left" w:pos="7065"/>
        </w:tabs>
        <w:spacing w:line="360" w:lineRule="auto"/>
        <w:rPr>
          <w:rFonts w:ascii="AppleGothic" w:hAnsi="AppleGothic"/>
        </w:rPr>
      </w:pPr>
      <w:r>
        <w:rPr>
          <w:rFonts w:ascii="AppleGothic" w:hAnsi="AppleGothic"/>
        </w:rPr>
        <w:t xml:space="preserve"> </w:t>
      </w:r>
      <w:r>
        <w:rPr>
          <w:rFonts w:ascii="AppleGothic" w:hAnsi="AppleGothic"/>
        </w:rPr>
        <w:t>What is needed to ensure that there is a safe environment for all members?</w:t>
      </w:r>
    </w:p>
    <w:p w:rsidR="009A5DA0" w:rsidRDefault="009A5DA0" w:rsidP="009A5DA0">
      <w:pPr>
        <w:pStyle w:val="BodyA"/>
        <w:numPr>
          <w:ilvl w:val="0"/>
          <w:numId w:val="2"/>
        </w:numPr>
        <w:tabs>
          <w:tab w:val="left" w:pos="7065"/>
        </w:tabs>
        <w:spacing w:line="360" w:lineRule="auto"/>
        <w:rPr>
          <w:rFonts w:ascii="AppleGothic" w:hAnsi="AppleGothic"/>
        </w:rPr>
      </w:pPr>
      <w:r>
        <w:rPr>
          <w:rFonts w:ascii="AppleGothic" w:hAnsi="AppleGothic"/>
        </w:rPr>
        <w:t xml:space="preserve"> Are there any environmental concerns for the company?</w:t>
      </w:r>
    </w:p>
    <w:p w:rsidR="009A5DA0" w:rsidRDefault="009A5DA0" w:rsidP="009A5DA0">
      <w:pPr>
        <w:pStyle w:val="BodyA"/>
        <w:numPr>
          <w:ilvl w:val="0"/>
          <w:numId w:val="2"/>
        </w:numPr>
        <w:tabs>
          <w:tab w:val="left" w:pos="7065"/>
        </w:tabs>
        <w:spacing w:line="360" w:lineRule="auto"/>
        <w:rPr>
          <w:rFonts w:ascii="AppleGothic" w:hAnsi="AppleGothic"/>
        </w:rPr>
      </w:pPr>
      <w:r>
        <w:rPr>
          <w:rFonts w:ascii="AppleGothic" w:hAnsi="AppleGothic"/>
        </w:rPr>
        <w:t xml:space="preserve"> Create an environment and safety plan </w:t>
      </w:r>
    </w:p>
    <w:p w:rsidR="009A5DA0" w:rsidRDefault="009A5DA0" w:rsidP="009A5DA0">
      <w:pPr>
        <w:pStyle w:val="BodyA"/>
        <w:numPr>
          <w:ilvl w:val="0"/>
          <w:numId w:val="2"/>
        </w:numPr>
        <w:tabs>
          <w:tab w:val="left" w:pos="7065"/>
        </w:tabs>
        <w:spacing w:line="360" w:lineRule="auto"/>
        <w:rPr>
          <w:rFonts w:ascii="AppleGothic" w:hAnsi="AppleGothic"/>
        </w:rPr>
      </w:pPr>
      <w:r>
        <w:rPr>
          <w:rFonts w:ascii="AppleGothic" w:hAnsi="AppleGothic"/>
        </w:rPr>
        <w:t xml:space="preserve"> How will employees be trained to follow the environment and safety plan?</w:t>
      </w:r>
    </w:p>
    <w:p w:rsidR="009A5DA0" w:rsidRDefault="009A5DA0" w:rsidP="00E3501C">
      <w:pPr>
        <w:pStyle w:val="BodyA"/>
        <w:tabs>
          <w:tab w:val="left" w:pos="7065"/>
        </w:tabs>
        <w:spacing w:line="360" w:lineRule="auto"/>
        <w:rPr>
          <w:rFonts w:ascii="AppleGothic" w:hAnsi="AppleGothic"/>
        </w:rPr>
      </w:pPr>
    </w:p>
    <w:p w:rsidR="009A5DA0" w:rsidRPr="00C83C8C" w:rsidRDefault="009A5DA0" w:rsidP="009A5DA0">
      <w:pPr>
        <w:pStyle w:val="BodyA"/>
        <w:tabs>
          <w:tab w:val="left" w:pos="7065"/>
        </w:tabs>
        <w:spacing w:line="360" w:lineRule="auto"/>
        <w:rPr>
          <w:rFonts w:ascii="AppleGothic" w:hAnsi="AppleGothic"/>
        </w:rPr>
      </w:pPr>
    </w:p>
    <w:p w:rsidR="00E3501C" w:rsidRDefault="00E3501C">
      <w:pPr>
        <w:rPr>
          <w:rFonts w:ascii="AppleGothic" w:eastAsia="ヒラギノ角ゴ Pro W3" w:hAnsi="AppleGothic" w:cs="Times New Roman"/>
          <w:b/>
          <w:color w:val="000000"/>
          <w:sz w:val="24"/>
          <w:szCs w:val="20"/>
          <w:u w:val="single"/>
        </w:rPr>
      </w:pPr>
      <w:r>
        <w:rPr>
          <w:rFonts w:ascii="AppleGothic" w:hAnsi="AppleGothic"/>
          <w:b/>
          <w:u w:val="single"/>
        </w:rPr>
        <w:br w:type="page"/>
      </w:r>
    </w:p>
    <w:p w:rsidR="00E3501C" w:rsidRPr="00E3501C" w:rsidRDefault="00E3501C" w:rsidP="00E3501C">
      <w:pPr>
        <w:pStyle w:val="BodyA"/>
        <w:tabs>
          <w:tab w:val="left" w:pos="7065"/>
        </w:tabs>
        <w:rPr>
          <w:rFonts w:ascii="AppleGothic" w:hAnsi="AppleGothic"/>
        </w:rPr>
      </w:pPr>
      <w:r w:rsidRPr="00C83C8C">
        <w:rPr>
          <w:rFonts w:ascii="AppleGothic" w:hAnsi="AppleGothic"/>
          <w:b/>
          <w:u w:val="single"/>
        </w:rPr>
        <w:lastRenderedPageBreak/>
        <w:t>S</w:t>
      </w:r>
      <w:r>
        <w:rPr>
          <w:rFonts w:ascii="AppleGothic" w:hAnsi="AppleGothic"/>
          <w:b/>
          <w:u w:val="single"/>
        </w:rPr>
        <w:t xml:space="preserve">ection 11: Risks and </w:t>
      </w:r>
      <w:proofErr w:type="gramStart"/>
      <w:r>
        <w:rPr>
          <w:rFonts w:ascii="AppleGothic" w:hAnsi="AppleGothic"/>
          <w:b/>
          <w:u w:val="single"/>
        </w:rPr>
        <w:t>Conclusions</w:t>
      </w:r>
      <w:r>
        <w:rPr>
          <w:rFonts w:ascii="AppleGothic" w:hAnsi="AppleGothic"/>
        </w:rPr>
        <w:t xml:space="preserve">  (</w:t>
      </w:r>
      <w:proofErr w:type="gramEnd"/>
      <w:r>
        <w:rPr>
          <w:rFonts w:ascii="AppleGothic" w:hAnsi="AppleGothic"/>
        </w:rPr>
        <w:t>To be finished after other sections completed)</w:t>
      </w:r>
    </w:p>
    <w:p w:rsidR="00E3501C" w:rsidRDefault="00E3501C" w:rsidP="00E3501C">
      <w:pPr>
        <w:pStyle w:val="BodyA"/>
        <w:tabs>
          <w:tab w:val="left" w:pos="7065"/>
        </w:tabs>
        <w:rPr>
          <w:rFonts w:ascii="AppleGothic" w:hAnsi="AppleGothic"/>
        </w:rPr>
      </w:pPr>
    </w:p>
    <w:p w:rsidR="00C83C8C" w:rsidRDefault="00E3501C" w:rsidP="00E3501C">
      <w:pPr>
        <w:pStyle w:val="BodyA"/>
        <w:numPr>
          <w:ilvl w:val="0"/>
          <w:numId w:val="2"/>
        </w:numPr>
        <w:tabs>
          <w:tab w:val="left" w:pos="7065"/>
        </w:tabs>
        <w:spacing w:line="360" w:lineRule="auto"/>
        <w:rPr>
          <w:rFonts w:ascii="AppleGothic" w:hAnsi="AppleGothic"/>
        </w:rPr>
      </w:pPr>
      <w:r>
        <w:rPr>
          <w:rFonts w:ascii="AppleGothic" w:hAnsi="AppleGothic"/>
        </w:rPr>
        <w:t xml:space="preserve"> </w:t>
      </w:r>
      <w:r>
        <w:rPr>
          <w:rFonts w:ascii="AppleGothic" w:hAnsi="AppleGothic"/>
        </w:rPr>
        <w:t>What if the demand for your good/service decreases?</w:t>
      </w:r>
    </w:p>
    <w:p w:rsidR="00E3501C" w:rsidRDefault="00E3501C" w:rsidP="00E3501C">
      <w:pPr>
        <w:pStyle w:val="BodyA"/>
        <w:numPr>
          <w:ilvl w:val="0"/>
          <w:numId w:val="2"/>
        </w:numPr>
        <w:tabs>
          <w:tab w:val="left" w:pos="7065"/>
        </w:tabs>
        <w:spacing w:line="360" w:lineRule="auto"/>
        <w:rPr>
          <w:rFonts w:ascii="AppleGothic" w:hAnsi="AppleGothic"/>
        </w:rPr>
      </w:pPr>
      <w:r>
        <w:rPr>
          <w:rFonts w:ascii="AppleGothic" w:hAnsi="AppleGothic"/>
        </w:rPr>
        <w:t xml:space="preserve"> What if the number of competitors increases?</w:t>
      </w:r>
    </w:p>
    <w:p w:rsidR="00E3501C" w:rsidRDefault="00E3501C" w:rsidP="00E3501C">
      <w:pPr>
        <w:pStyle w:val="BodyA"/>
        <w:numPr>
          <w:ilvl w:val="0"/>
          <w:numId w:val="2"/>
        </w:numPr>
        <w:tabs>
          <w:tab w:val="left" w:pos="7065"/>
        </w:tabs>
        <w:spacing w:line="360" w:lineRule="auto"/>
        <w:rPr>
          <w:rFonts w:ascii="AppleGothic" w:hAnsi="AppleGothic"/>
        </w:rPr>
      </w:pPr>
      <w:r>
        <w:rPr>
          <w:rFonts w:ascii="AppleGothic" w:hAnsi="AppleGothic"/>
        </w:rPr>
        <w:t xml:space="preserve"> What risks do you face in producing your product or service?</w:t>
      </w:r>
    </w:p>
    <w:p w:rsidR="00E3501C" w:rsidRDefault="00E3501C" w:rsidP="00E3501C">
      <w:pPr>
        <w:pStyle w:val="BodyA"/>
        <w:numPr>
          <w:ilvl w:val="0"/>
          <w:numId w:val="2"/>
        </w:numPr>
        <w:tabs>
          <w:tab w:val="left" w:pos="7065"/>
        </w:tabs>
        <w:spacing w:line="360" w:lineRule="auto"/>
        <w:rPr>
          <w:rFonts w:ascii="AppleGothic" w:hAnsi="AppleGothic"/>
        </w:rPr>
      </w:pPr>
      <w:r>
        <w:rPr>
          <w:rFonts w:ascii="AppleGothic" w:hAnsi="AppleGothic"/>
        </w:rPr>
        <w:t xml:space="preserve"> What risks do you face with the Marketing Plan you have outlined? What if your major ad campaign fails?</w:t>
      </w:r>
    </w:p>
    <w:p w:rsidR="00E3501C" w:rsidRDefault="00E3501C" w:rsidP="00E3501C">
      <w:pPr>
        <w:pStyle w:val="BodyA"/>
        <w:numPr>
          <w:ilvl w:val="0"/>
          <w:numId w:val="2"/>
        </w:numPr>
        <w:tabs>
          <w:tab w:val="left" w:pos="7065"/>
        </w:tabs>
        <w:spacing w:line="360" w:lineRule="auto"/>
        <w:rPr>
          <w:rFonts w:ascii="AppleGothic" w:hAnsi="AppleGothic"/>
        </w:rPr>
      </w:pPr>
      <w:r>
        <w:rPr>
          <w:rFonts w:ascii="AppleGothic" w:hAnsi="AppleGothic"/>
        </w:rPr>
        <w:t xml:space="preserve"> What if your key employees quit?</w:t>
      </w:r>
    </w:p>
    <w:p w:rsidR="00E3501C" w:rsidRDefault="00E3501C" w:rsidP="00E3501C">
      <w:pPr>
        <w:pStyle w:val="BodyA"/>
        <w:numPr>
          <w:ilvl w:val="0"/>
          <w:numId w:val="2"/>
        </w:numPr>
        <w:tabs>
          <w:tab w:val="left" w:pos="7065"/>
        </w:tabs>
        <w:spacing w:line="360" w:lineRule="auto"/>
        <w:rPr>
          <w:rFonts w:ascii="AppleGothic" w:hAnsi="AppleGothic"/>
        </w:rPr>
      </w:pPr>
      <w:r>
        <w:rPr>
          <w:rFonts w:ascii="AppleGothic" w:hAnsi="AppleGothic"/>
        </w:rPr>
        <w:t xml:space="preserve"> What if someone is not completing their tasks? </w:t>
      </w:r>
    </w:p>
    <w:p w:rsidR="00E3501C" w:rsidRDefault="00E3501C" w:rsidP="00E3501C">
      <w:pPr>
        <w:pStyle w:val="BodyA"/>
        <w:numPr>
          <w:ilvl w:val="0"/>
          <w:numId w:val="2"/>
        </w:numPr>
        <w:tabs>
          <w:tab w:val="left" w:pos="7065"/>
        </w:tabs>
        <w:spacing w:line="360" w:lineRule="auto"/>
        <w:rPr>
          <w:rFonts w:ascii="AppleGothic" w:hAnsi="AppleGothic"/>
        </w:rPr>
      </w:pPr>
      <w:r>
        <w:rPr>
          <w:rFonts w:ascii="AppleGothic" w:hAnsi="AppleGothic"/>
        </w:rPr>
        <w:t xml:space="preserve"> What if you run out of cash? Where else would you go?</w:t>
      </w:r>
    </w:p>
    <w:p w:rsidR="00E3501C" w:rsidRPr="00E3501C" w:rsidRDefault="00E3501C" w:rsidP="00E3501C">
      <w:pPr>
        <w:pStyle w:val="BodyA"/>
        <w:numPr>
          <w:ilvl w:val="0"/>
          <w:numId w:val="2"/>
        </w:numPr>
        <w:tabs>
          <w:tab w:val="left" w:pos="7065"/>
        </w:tabs>
        <w:spacing w:line="360" w:lineRule="auto"/>
        <w:rPr>
          <w:rFonts w:ascii="AppleGothic" w:hAnsi="AppleGothic"/>
        </w:rPr>
      </w:pPr>
      <w:r>
        <w:rPr>
          <w:rFonts w:ascii="AppleGothic" w:hAnsi="AppleGothic"/>
        </w:rPr>
        <w:t xml:space="preserve"> What if your major supplier is no longer able to supply you? What other suppliers exist?</w:t>
      </w:r>
    </w:p>
    <w:p w:rsidR="00C83C8C" w:rsidRDefault="00C83C8C" w:rsidP="00C83C8C">
      <w:pPr>
        <w:pStyle w:val="BodyA"/>
        <w:tabs>
          <w:tab w:val="left" w:pos="7065"/>
        </w:tabs>
        <w:spacing w:line="360" w:lineRule="auto"/>
        <w:rPr>
          <w:rFonts w:ascii="AppleGothic" w:hAnsi="AppleGothic"/>
        </w:rPr>
      </w:pPr>
    </w:p>
    <w:p w:rsidR="00C83C8C" w:rsidRDefault="00C83C8C"/>
    <w:p w:rsidR="00E3501C" w:rsidRDefault="00E3501C"/>
    <w:p w:rsidR="00E3501C" w:rsidRDefault="00E3501C">
      <w:bookmarkStart w:id="0" w:name="_GoBack"/>
      <w:bookmarkEnd w:id="0"/>
    </w:p>
    <w:sectPr w:rsidR="00E3501C" w:rsidSect="00C83C8C">
      <w:headerReference w:type="default" r:id="rId7"/>
      <w:pgSz w:w="12240" w:h="15840"/>
      <w:pgMar w:top="1440" w:right="1440" w:bottom="42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E91" w:rsidRDefault="007A2E91" w:rsidP="00BB1EAB">
      <w:pPr>
        <w:spacing w:after="0" w:line="240" w:lineRule="auto"/>
      </w:pPr>
      <w:r>
        <w:separator/>
      </w:r>
    </w:p>
  </w:endnote>
  <w:endnote w:type="continuationSeparator" w:id="0">
    <w:p w:rsidR="007A2E91" w:rsidRDefault="007A2E91" w:rsidP="00BB1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AppleGothic">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E91" w:rsidRDefault="007A2E91" w:rsidP="00BB1EAB">
      <w:pPr>
        <w:spacing w:after="0" w:line="240" w:lineRule="auto"/>
      </w:pPr>
      <w:r>
        <w:separator/>
      </w:r>
    </w:p>
  </w:footnote>
  <w:footnote w:type="continuationSeparator" w:id="0">
    <w:p w:rsidR="007A2E91" w:rsidRDefault="007A2E91" w:rsidP="00BB1E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5CD" w:rsidRDefault="001F35CD" w:rsidP="00BB1EAB">
    <w:pPr>
      <w:pStyle w:val="Header"/>
      <w:jc w:val="right"/>
    </w:pPr>
    <w:r>
      <w:t>Entre 30</w:t>
    </w:r>
  </w:p>
  <w:p w:rsidR="001F35CD" w:rsidRDefault="001F35CD" w:rsidP="00BB1EAB">
    <w:pPr>
      <w:pStyle w:val="Header"/>
      <w:jc w:val="right"/>
    </w:pPr>
    <w:r>
      <w:t>Business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53" style="width:31.5pt;height:30.75pt" coordsize="21600,21600" o:spt="100" o:bullet="t" adj="0,,0" path="" stroked="f">
        <v:stroke joinstyle="miter"/>
        <v:imagedata r:id="rId1" o:title=""/>
        <v:formulas/>
        <v:path o:connecttype="segments"/>
      </v:shape>
    </w:pict>
  </w:numPicBullet>
  <w:abstractNum w:abstractNumId="0">
    <w:nsid w:val="00000001"/>
    <w:multiLevelType w:val="multilevel"/>
    <w:tmpl w:val="894EE873"/>
    <w:lvl w:ilvl="0">
      <w:start w:val="1"/>
      <w:numFmt w:val="decimal"/>
      <w:isLgl/>
      <w:lvlText w:val="%1."/>
      <w:lvlJc w:val="left"/>
      <w:pPr>
        <w:tabs>
          <w:tab w:val="num" w:pos="360"/>
        </w:tabs>
        <w:ind w:left="360" w:firstLine="0"/>
      </w:pPr>
      <w:rPr>
        <w:rFonts w:hint="default"/>
        <w:color w:val="000000"/>
        <w:position w:val="0"/>
        <w:sz w:val="24"/>
      </w:rPr>
    </w:lvl>
    <w:lvl w:ilvl="1">
      <w:start w:val="1"/>
      <w:numFmt w:val="decimal"/>
      <w:isLgl/>
      <w:suff w:val="nothing"/>
      <w:lvlText w:val="%2."/>
      <w:lvlJc w:val="left"/>
      <w:pPr>
        <w:ind w:left="0" w:firstLine="720"/>
      </w:pPr>
      <w:rPr>
        <w:rFonts w:hint="default"/>
        <w:color w:val="000000"/>
        <w:position w:val="0"/>
        <w:sz w:val="24"/>
      </w:rPr>
    </w:lvl>
    <w:lvl w:ilvl="2">
      <w:start w:val="1"/>
      <w:numFmt w:val="decimal"/>
      <w:isLgl/>
      <w:suff w:val="nothing"/>
      <w:lvlText w:val="%3."/>
      <w:lvlJc w:val="left"/>
      <w:pPr>
        <w:ind w:left="0" w:firstLine="1080"/>
      </w:pPr>
      <w:rPr>
        <w:rFonts w:hint="default"/>
        <w:color w:val="000000"/>
        <w:position w:val="0"/>
        <w:sz w:val="24"/>
      </w:rPr>
    </w:lvl>
    <w:lvl w:ilvl="3">
      <w:start w:val="1"/>
      <w:numFmt w:val="decimal"/>
      <w:isLgl/>
      <w:suff w:val="nothing"/>
      <w:lvlText w:val="%4."/>
      <w:lvlJc w:val="left"/>
      <w:pPr>
        <w:ind w:left="0" w:firstLine="1440"/>
      </w:pPr>
      <w:rPr>
        <w:rFonts w:hint="default"/>
        <w:color w:val="000000"/>
        <w:position w:val="0"/>
        <w:sz w:val="24"/>
      </w:rPr>
    </w:lvl>
    <w:lvl w:ilvl="4">
      <w:start w:val="1"/>
      <w:numFmt w:val="decimal"/>
      <w:isLgl/>
      <w:suff w:val="nothing"/>
      <w:lvlText w:val="%5."/>
      <w:lvlJc w:val="left"/>
      <w:pPr>
        <w:ind w:left="0" w:firstLine="1800"/>
      </w:pPr>
      <w:rPr>
        <w:rFonts w:hint="default"/>
        <w:color w:val="000000"/>
        <w:position w:val="0"/>
        <w:sz w:val="24"/>
      </w:rPr>
    </w:lvl>
    <w:lvl w:ilvl="5">
      <w:start w:val="1"/>
      <w:numFmt w:val="decimal"/>
      <w:isLgl/>
      <w:suff w:val="nothing"/>
      <w:lvlText w:val="%6."/>
      <w:lvlJc w:val="left"/>
      <w:pPr>
        <w:ind w:left="0" w:firstLine="2160"/>
      </w:pPr>
      <w:rPr>
        <w:rFonts w:hint="default"/>
        <w:color w:val="000000"/>
        <w:position w:val="0"/>
        <w:sz w:val="24"/>
      </w:rPr>
    </w:lvl>
    <w:lvl w:ilvl="6">
      <w:start w:val="1"/>
      <w:numFmt w:val="decimal"/>
      <w:isLgl/>
      <w:suff w:val="nothing"/>
      <w:lvlText w:val="%7."/>
      <w:lvlJc w:val="left"/>
      <w:pPr>
        <w:ind w:left="0" w:firstLine="2520"/>
      </w:pPr>
      <w:rPr>
        <w:rFonts w:hint="default"/>
        <w:color w:val="000000"/>
        <w:position w:val="0"/>
        <w:sz w:val="24"/>
      </w:rPr>
    </w:lvl>
    <w:lvl w:ilvl="7">
      <w:start w:val="1"/>
      <w:numFmt w:val="decimal"/>
      <w:isLgl/>
      <w:suff w:val="nothing"/>
      <w:lvlText w:val="%8."/>
      <w:lvlJc w:val="left"/>
      <w:pPr>
        <w:ind w:left="0" w:firstLine="2880"/>
      </w:pPr>
      <w:rPr>
        <w:rFonts w:hint="default"/>
        <w:color w:val="000000"/>
        <w:position w:val="0"/>
        <w:sz w:val="24"/>
      </w:rPr>
    </w:lvl>
    <w:lvl w:ilvl="8">
      <w:start w:val="1"/>
      <w:numFmt w:val="decimal"/>
      <w:isLgl/>
      <w:suff w:val="nothing"/>
      <w:lvlText w:val="%9."/>
      <w:lvlJc w:val="left"/>
      <w:pPr>
        <w:ind w:left="0" w:firstLine="3240"/>
      </w:pPr>
      <w:rPr>
        <w:rFonts w:hint="default"/>
        <w:color w:val="000000"/>
        <w:position w:val="0"/>
        <w:sz w:val="24"/>
      </w:rPr>
    </w:lvl>
  </w:abstractNum>
  <w:abstractNum w:abstractNumId="1">
    <w:nsid w:val="00000002"/>
    <w:multiLevelType w:val="multilevel"/>
    <w:tmpl w:val="894EE874"/>
    <w:lvl w:ilvl="0">
      <w:numFmt w:val="bullet"/>
      <w:suff w:val="nothing"/>
      <w:lvlText w:val="•"/>
      <w:lvlPicBulletId w:val="0"/>
      <w:lvlJc w:val="left"/>
      <w:pPr>
        <w:ind w:left="0" w:firstLine="0"/>
      </w:pPr>
      <w:rPr>
        <w:rFonts w:hint="default"/>
        <w:color w:val="000000"/>
        <w:position w:val="0"/>
        <w:sz w:val="24"/>
      </w:rPr>
    </w:lvl>
    <w:lvl w:ilvl="1">
      <w:start w:val="1"/>
      <w:numFmt w:val="bullet"/>
      <w:suff w:val="nothing"/>
      <w:lvlText w:val=""/>
      <w:lvlJc w:val="left"/>
      <w:pPr>
        <w:ind w:left="0" w:firstLine="720"/>
      </w:pPr>
      <w:rPr>
        <w:rFonts w:hint="default"/>
        <w:color w:val="000000"/>
        <w:position w:val="0"/>
        <w:sz w:val="24"/>
      </w:rPr>
    </w:lvl>
    <w:lvl w:ilvl="2">
      <w:start w:val="1"/>
      <w:numFmt w:val="bullet"/>
      <w:suff w:val="nothing"/>
      <w:lvlText w:val=""/>
      <w:lvlJc w:val="left"/>
      <w:pPr>
        <w:ind w:left="0" w:firstLine="1440"/>
      </w:pPr>
      <w:rPr>
        <w:rFonts w:hint="default"/>
        <w:color w:val="000000"/>
        <w:position w:val="0"/>
        <w:sz w:val="24"/>
      </w:rPr>
    </w:lvl>
    <w:lvl w:ilvl="3">
      <w:start w:val="1"/>
      <w:numFmt w:val="bullet"/>
      <w:suff w:val="nothing"/>
      <w:lvlText w:val=""/>
      <w:lvlJc w:val="left"/>
      <w:pPr>
        <w:ind w:left="0" w:firstLine="2160"/>
      </w:pPr>
      <w:rPr>
        <w:rFonts w:hint="default"/>
        <w:color w:val="000000"/>
        <w:position w:val="0"/>
        <w:sz w:val="24"/>
      </w:rPr>
    </w:lvl>
    <w:lvl w:ilvl="4">
      <w:start w:val="1"/>
      <w:numFmt w:val="bullet"/>
      <w:suff w:val="nothing"/>
      <w:lvlText w:val=""/>
      <w:lvlJc w:val="left"/>
      <w:pPr>
        <w:ind w:left="0" w:firstLine="2880"/>
      </w:pPr>
      <w:rPr>
        <w:rFonts w:hint="default"/>
        <w:color w:val="000000"/>
        <w:position w:val="0"/>
        <w:sz w:val="24"/>
      </w:rPr>
    </w:lvl>
    <w:lvl w:ilvl="5">
      <w:start w:val="1"/>
      <w:numFmt w:val="bullet"/>
      <w:suff w:val="nothing"/>
      <w:lvlText w:val=""/>
      <w:lvlJc w:val="left"/>
      <w:pPr>
        <w:ind w:left="0" w:firstLine="3600"/>
      </w:pPr>
      <w:rPr>
        <w:rFonts w:hint="default"/>
        <w:color w:val="000000"/>
        <w:position w:val="0"/>
        <w:sz w:val="24"/>
      </w:rPr>
    </w:lvl>
    <w:lvl w:ilvl="6">
      <w:start w:val="1"/>
      <w:numFmt w:val="bullet"/>
      <w:suff w:val="nothing"/>
      <w:lvlText w:val=""/>
      <w:lvlJc w:val="left"/>
      <w:pPr>
        <w:ind w:left="0" w:firstLine="4320"/>
      </w:pPr>
      <w:rPr>
        <w:rFonts w:hint="default"/>
        <w:color w:val="000000"/>
        <w:position w:val="0"/>
        <w:sz w:val="24"/>
      </w:rPr>
    </w:lvl>
    <w:lvl w:ilvl="7">
      <w:start w:val="1"/>
      <w:numFmt w:val="bullet"/>
      <w:suff w:val="nothing"/>
      <w:lvlText w:val=""/>
      <w:lvlJc w:val="left"/>
      <w:pPr>
        <w:ind w:left="0" w:firstLine="5040"/>
      </w:pPr>
      <w:rPr>
        <w:rFonts w:hint="default"/>
        <w:color w:val="000000"/>
        <w:position w:val="0"/>
        <w:sz w:val="24"/>
      </w:rPr>
    </w:lvl>
    <w:lvl w:ilvl="8">
      <w:start w:val="1"/>
      <w:numFmt w:val="bullet"/>
      <w:suff w:val="nothing"/>
      <w:lvlText w:val=""/>
      <w:lvlJc w:val="left"/>
      <w:pPr>
        <w:ind w:left="0" w:firstLine="5760"/>
      </w:pPr>
      <w:rPr>
        <w:rFonts w:hint="default"/>
        <w:color w:val="000000"/>
        <w:position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AB"/>
    <w:rsid w:val="001F35CD"/>
    <w:rsid w:val="00426D1E"/>
    <w:rsid w:val="007A2E91"/>
    <w:rsid w:val="009A5DA0"/>
    <w:rsid w:val="00BB1EAB"/>
    <w:rsid w:val="00C83C8C"/>
    <w:rsid w:val="00E35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7454A-B6C6-4A6E-9CEC-941F716CD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autoRedefine/>
    <w:rsid w:val="00BB1EAB"/>
    <w:pPr>
      <w:spacing w:after="0" w:line="240" w:lineRule="auto"/>
    </w:pPr>
    <w:rPr>
      <w:rFonts w:ascii="Helvetica" w:eastAsia="ヒラギノ角ゴ Pro W3" w:hAnsi="Helvetica" w:cs="Times New Roman"/>
      <w:color w:val="000000"/>
      <w:sz w:val="24"/>
      <w:szCs w:val="20"/>
    </w:rPr>
  </w:style>
  <w:style w:type="paragraph" w:styleId="Header">
    <w:name w:val="header"/>
    <w:basedOn w:val="Normal"/>
    <w:link w:val="HeaderChar"/>
    <w:uiPriority w:val="99"/>
    <w:semiHidden/>
    <w:unhideWhenUsed/>
    <w:rsid w:val="00BB1E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1EAB"/>
  </w:style>
  <w:style w:type="paragraph" w:styleId="Footer">
    <w:name w:val="footer"/>
    <w:basedOn w:val="Normal"/>
    <w:link w:val="FooterChar"/>
    <w:uiPriority w:val="99"/>
    <w:semiHidden/>
    <w:unhideWhenUsed/>
    <w:rsid w:val="00BB1E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1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40C8B98F.dotm</Template>
  <TotalTime>32</TotalTime>
  <Pages>6</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Company>
  <LinksUpToDate>false</LinksUpToDate>
  <CharactersWithSpaces>8238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amy.mcfarlen</dc:creator>
  <cp:keywords/>
  <dc:description/>
  <cp:lastModifiedBy>Amy Mcfarlen</cp:lastModifiedBy>
  <cp:revision>5</cp:revision>
  <dcterms:created xsi:type="dcterms:W3CDTF">2013-04-16T18:11:00Z</dcterms:created>
  <dcterms:modified xsi:type="dcterms:W3CDTF">2014-11-03T15:45:00Z</dcterms:modified>
</cp:coreProperties>
</file>